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3E" w:rsidRDefault="006B713E" w:rsidP="006A6DB0">
      <w:pPr>
        <w:shd w:val="clear" w:color="auto" w:fill="FFCC99"/>
        <w:spacing w:before="1134"/>
        <w:ind w:left="1701"/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17.75pt;height:117.75pt;z-index:-251658240;mso-position-horizontal:left" o:allowoverlap="f" stroked="t">
            <v:stroke dashstyle="dash"/>
            <v:imagedata r:id="rId4" o:title=""/>
          </v:shape>
        </w:pict>
      </w:r>
      <w:r>
        <w:t>Text</w:t>
      </w:r>
    </w:p>
    <w:sectPr w:rsidR="006B713E" w:rsidSect="006A6DB0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F84"/>
    <w:rsid w:val="000C6DD0"/>
    <w:rsid w:val="00107A6C"/>
    <w:rsid w:val="00172EC9"/>
    <w:rsid w:val="002A3D4D"/>
    <w:rsid w:val="006A6DB0"/>
    <w:rsid w:val="006B713E"/>
    <w:rsid w:val="009F2F84"/>
    <w:rsid w:val="00CE4CDA"/>
    <w:rsid w:val="00DB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CDA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107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7D97"/>
    <w:rPr>
      <w:rFonts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0</Words>
  <Characters>5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subject/>
  <dc:creator>JLAutoBuild</dc:creator>
  <cp:keywords/>
  <dc:description/>
  <cp:lastModifiedBy>JLAutoBuild</cp:lastModifiedBy>
  <cp:revision>7</cp:revision>
  <dcterms:created xsi:type="dcterms:W3CDTF">2024-03-05T14:12:00Z</dcterms:created>
  <dcterms:modified xsi:type="dcterms:W3CDTF">2024-03-05T14:36:00Z</dcterms:modified>
</cp:coreProperties>
</file>